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954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708E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9546E">
            <w:pPr>
              <w:pStyle w:val="CUSTOMHeaderText"/>
            </w:pPr>
          </w:p>
        </w:tc>
      </w:tr>
      <w:tr w:rsidR="00094718" w:rsidTr="00AC35E3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094718" w:rsidTr="000B1B56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094718" w:rsidRDefault="00094718" w:rsidP="0029546E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96BBB">
            <w:pPr>
              <w:pStyle w:val="CUSTOMBoldColumnHeading"/>
            </w:pPr>
          </w:p>
        </w:tc>
      </w:tr>
      <w:tr w:rsidR="00813362" w:rsidRPr="004C122B" w:rsidTr="004677DC">
        <w:trPr>
          <w:trHeight w:hRule="exact" w:val="5670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5754C9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2631771</wp:posOffset>
                      </wp:positionH>
                      <wp:positionV relativeFrom="paragraph">
                        <wp:posOffset>1316355</wp:posOffset>
                      </wp:positionV>
                      <wp:extent cx="23854" cy="151074"/>
                      <wp:effectExtent l="0" t="38100" r="33655" b="20955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54" cy="151074"/>
                              </a:xfrm>
                              <a:custGeom>
                                <a:avLst/>
                                <a:gdLst>
                                  <a:gd name="connsiteX0" fmla="*/ 0 w 23854"/>
                                  <a:gd name="connsiteY0" fmla="*/ 151074 h 151074"/>
                                  <a:gd name="connsiteX1" fmla="*/ 7951 w 23854"/>
                                  <a:gd name="connsiteY1" fmla="*/ 55659 h 151074"/>
                                  <a:gd name="connsiteX2" fmla="*/ 23854 w 23854"/>
                                  <a:gd name="connsiteY2" fmla="*/ 0 h 151074"/>
                                  <a:gd name="connsiteX3" fmla="*/ 0 w 23854"/>
                                  <a:gd name="connsiteY3" fmla="*/ 151074 h 1510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3854" h="151074">
                                    <a:moveTo>
                                      <a:pt x="0" y="151074"/>
                                    </a:moveTo>
                                    <a:cubicBezTo>
                                      <a:pt x="2650" y="119269"/>
                                      <a:pt x="3992" y="87328"/>
                                      <a:pt x="7951" y="55659"/>
                                    </a:cubicBezTo>
                                    <a:cubicBezTo>
                                      <a:pt x="9948" y="39687"/>
                                      <a:pt x="18573" y="15842"/>
                                      <a:pt x="23854" y="0"/>
                                    </a:cubicBezTo>
                                    <a:lnTo>
                                      <a:pt x="0" y="151074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207.25pt;margin-top:103.65pt;width:1.9pt;height:11.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854,1510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" path="m,151074c2650,119269,3992,87328,7951,55659,9948,39687,18573,15842,23854,l,151074xe" fillcolor="#0d0d0d [3069]" strokecolor="#0d0d0d [3069]" strokeweight="1pt">
                      <v:stroke joinstyle="miter"/>
                      <v:path arrowok="t" o:connecttype="custom" o:connectlocs="0,151074;7951,55659;23854,0;0,151074" o:connectangles="0,0,0,0"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240" behindDoc="0" locked="1" layoutInCell="1" allowOverlap="1">
                      <wp:simplePos x="0" y="0"/>
                      <wp:positionH relativeFrom="page">
                        <wp:posOffset>4507865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2540" t="3175" r="4445" b="0"/>
                      <wp:wrapNone/>
                      <wp:docPr id="32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Pr="00F26EC5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2026FB" w:rsidRPr="00F835DA" w:rsidRDefault="002026FB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8708EE" w:rsidRDefault="008708EE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" o:spid="_x0000_s1026" type="#_x0000_t202" style="position:absolute;margin-left:354.95pt;margin-top:37.75pt;width:159.2pt;height:120.7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" filled="f" stroked="f" strokeweight=".5pt">
                      <v:textbox style="mso-fit-shape-to-text:t" inset="0,0,0,0">
                        <w:txbxContent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Pr="00F26EC5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2026FB" w:rsidRPr="00F835DA" w:rsidRDefault="002026FB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8708EE" w:rsidRDefault="008708EE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CE68E9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479425</wp:posOffset>
                      </wp:positionV>
                      <wp:extent cx="2021840" cy="1533525"/>
                      <wp:effectExtent l="0" t="3175" r="0" b="0"/>
                      <wp:wrapNone/>
                      <wp:docPr id="31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21840" cy="153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Pr="00F26EC5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F26EC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EXTRACRANIAL CAROTID AND VERTEBRAL ARTERY ASSESSMENT</w:t>
                                  </w:r>
                                </w:p>
                                <w:p w:rsidR="00F26EC5" w:rsidRPr="00F835DA" w:rsidRDefault="00F26EC5" w:rsidP="00F26EC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26EC5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Internal carotid (ICA)</w:t>
                                  </w:r>
                                  <w:r w:rsidRPr="002026FB"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External carotid (ECA)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Common carotid (CCA)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>= No significant stenosis</w:t>
                                  </w:r>
                                </w:p>
                                <w:p w:rsid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Vertebral artery (VA)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ab/>
                                    <w:t xml:space="preserve">= </w:t>
                                  </w:r>
                                  <w:r w:rsidRPr="002026F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  <w:t>Antegrade flow</w:t>
                                  </w:r>
                                </w:p>
                                <w:p w:rsidR="002026FB" w:rsidRPr="002026FB" w:rsidRDefault="002026FB" w:rsidP="002026FB">
                                  <w:pPr>
                                    <w:pStyle w:val="CUSTOMNormal"/>
                                    <w:tabs>
                                      <w:tab w:val="left" w:pos="1560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27" type="#_x0000_t202" style="position:absolute;margin-left:.55pt;margin-top:37.75pt;width:159.2pt;height:120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" filled="f" stroked="f" strokeweight=".5pt">
                      <v:textbox style="mso-fit-shape-to-text:t" inset="0,0,0,0">
                        <w:txbxContent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Pr="00F26EC5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F26EC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EXTRACRANIAL CAROTID AND VERTEBRAL ARTERY ASSESSMENT</w:t>
                            </w:r>
                          </w:p>
                          <w:p w:rsidR="00F26EC5" w:rsidRPr="00F835DA" w:rsidRDefault="00F26EC5" w:rsidP="00F26EC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26EC5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Internal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(ICA)</w:t>
                            </w:r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Pr="002026FB"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External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(ECA)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Common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carotid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(CCA)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No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significant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stenosis</w:t>
                            </w:r>
                            <w:proofErr w:type="spellEnd"/>
                          </w:p>
                          <w:p w:rsid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Vertebral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artery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 (VA)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ab/>
                              <w:t xml:space="preserve">= </w:t>
                            </w:r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 xml:space="preserve">Antegrade </w:t>
                            </w:r>
                            <w:proofErr w:type="spellStart"/>
                            <w:r w:rsidRPr="002026FB">
                              <w:rPr>
                                <w:b/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  <w:t>flow</w:t>
                            </w:r>
                            <w:proofErr w:type="spellEnd"/>
                          </w:p>
                          <w:p w:rsidR="002026FB" w:rsidRPr="002026FB" w:rsidRDefault="002026FB" w:rsidP="002026FB">
                            <w:pPr>
                              <w:pStyle w:val="CUSTOMNormal"/>
                              <w:tabs>
                                <w:tab w:val="left" w:pos="1560"/>
                              </w:tabs>
                              <w:rPr>
                                <w:color w:val="000000"/>
                                <w:sz w:val="14"/>
                                <w:szCs w:val="14"/>
                                <w:lang w:val="es-ES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4677DC">
        <w:trPr>
          <w:trHeight w:hRule="exact" w:val="425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B6C7C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FB6C7C">
              <w:rPr>
                <w:sz w:val="21"/>
                <w:szCs w:val="21"/>
              </w:rPr>
              <w:t>Report:</w:t>
            </w: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RIGHT:</w:t>
            </w:r>
          </w:p>
          <w:p w:rsidR="008708EE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  <w:r w:rsidR="005754C9">
              <w:rPr>
                <w:rFonts w:ascii="Arial" w:hAnsi="Arial"/>
                <w:kern w:val="12"/>
                <w:sz w:val="20"/>
                <w:szCs w:val="20"/>
              </w:rPr>
              <w:t>Minimal amount of smooth homogenous atheroma</w:t>
            </w:r>
          </w:p>
          <w:p w:rsidR="005754C9" w:rsidRPr="00A01925" w:rsidRDefault="005754C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</w:t>
            </w:r>
            <w:r>
              <w:rPr>
                <w:rFonts w:ascii="Arial" w:hAnsi="Arial"/>
                <w:kern w:val="12"/>
                <w:sz w:val="20"/>
                <w:szCs w:val="20"/>
              </w:rPr>
              <w:t>a</w:t>
            </w:r>
            <w:r w:rsidR="008708EE">
              <w:rPr>
                <w:rFonts w:ascii="Arial" w:hAnsi="Arial"/>
                <w:kern w:val="12"/>
                <w:sz w:val="20"/>
                <w:szCs w:val="20"/>
              </w:rPr>
              <w:t>k Systolic Velocity (PSV) = 0.54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End</w:t>
            </w:r>
            <w:r w:rsidR="008708EE">
              <w:rPr>
                <w:rFonts w:ascii="Arial" w:hAnsi="Arial"/>
                <w:kern w:val="12"/>
                <w:sz w:val="20"/>
                <w:szCs w:val="20"/>
              </w:rPr>
              <w:t xml:space="preserve"> Diastolic Velocity (EDV) = 0.10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CE68E9" w:rsidRDefault="00CE68E9" w:rsidP="00CE68E9">
            <w:pPr>
              <w:pStyle w:val="CUSTOMColumnText"/>
              <w:rPr>
                <w:sz w:val="20"/>
                <w:szCs w:val="20"/>
              </w:rPr>
            </w:pPr>
          </w:p>
          <w:p w:rsidR="00CE68E9" w:rsidRPr="00A01925" w:rsidRDefault="00CE68E9" w:rsidP="00CE68E9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A01925">
              <w:rPr>
                <w:b/>
                <w:sz w:val="20"/>
                <w:szCs w:val="20"/>
                <w:u w:val="single"/>
              </w:rPr>
              <w:t>LEFT</w:t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  <w:p w:rsidR="00892FF1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 xml:space="preserve">The Common (CCA), Internal (ICA) and External (ECA) carotid arteries are patent with no significant stenosis detected (&gt;/=50%). </w:t>
            </w:r>
          </w:p>
          <w:p w:rsidR="00892FF1" w:rsidRDefault="00892FF1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</w:p>
          <w:p w:rsidR="00CE68E9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Pea</w:t>
            </w:r>
            <w:r w:rsidR="003133A2">
              <w:rPr>
                <w:rFonts w:ascii="Arial" w:hAnsi="Arial"/>
                <w:kern w:val="12"/>
                <w:sz w:val="20"/>
                <w:szCs w:val="20"/>
              </w:rPr>
              <w:t>k Sys</w:t>
            </w:r>
            <w:r w:rsidR="008708EE">
              <w:rPr>
                <w:rFonts w:ascii="Arial" w:hAnsi="Arial"/>
                <w:kern w:val="12"/>
                <w:sz w:val="20"/>
                <w:szCs w:val="20"/>
              </w:rPr>
              <w:t>tolic Velocity (PSV) = 0.69</w:t>
            </w:r>
            <w:r>
              <w:rPr>
                <w:rFonts w:ascii="Arial" w:hAnsi="Arial"/>
                <w:kern w:val="12"/>
                <w:sz w:val="20"/>
                <w:szCs w:val="20"/>
              </w:rPr>
              <w:t>m/sec (Normal = &lt;1.20m/sec)</w:t>
            </w:r>
            <w:r w:rsidR="005E448D">
              <w:rPr>
                <w:rFonts w:ascii="Arial" w:hAnsi="Arial"/>
                <w:kern w:val="12"/>
                <w:sz w:val="20"/>
                <w:szCs w:val="20"/>
              </w:rPr>
              <w:t>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ICA En</w:t>
            </w:r>
            <w:r>
              <w:rPr>
                <w:rFonts w:ascii="Arial" w:hAnsi="Arial"/>
                <w:kern w:val="12"/>
                <w:sz w:val="20"/>
                <w:szCs w:val="20"/>
              </w:rPr>
              <w:t>d Diastolic Vel</w:t>
            </w:r>
            <w:r w:rsidR="008708EE">
              <w:rPr>
                <w:rFonts w:ascii="Arial" w:hAnsi="Arial"/>
                <w:kern w:val="12"/>
                <w:sz w:val="20"/>
                <w:szCs w:val="20"/>
              </w:rPr>
              <w:t>ocity (EDV) = 0.13</w:t>
            </w:r>
            <w:r w:rsidRPr="00A01925">
              <w:rPr>
                <w:rFonts w:ascii="Arial" w:hAnsi="Arial"/>
                <w:kern w:val="12"/>
                <w:sz w:val="20"/>
                <w:szCs w:val="20"/>
              </w:rPr>
              <w:t>m/sec (Normal = &lt;0.40m/sec).</w:t>
            </w:r>
          </w:p>
          <w:p w:rsidR="00CE68E9" w:rsidRPr="00A01925" w:rsidRDefault="00CE68E9" w:rsidP="00CE68E9">
            <w:pPr>
              <w:tabs>
                <w:tab w:val="left" w:pos="0"/>
                <w:tab w:val="left" w:pos="3585"/>
              </w:tabs>
              <w:spacing w:after="0" w:line="240" w:lineRule="auto"/>
              <w:rPr>
                <w:rFonts w:ascii="Arial" w:hAnsi="Arial"/>
                <w:kern w:val="12"/>
                <w:sz w:val="20"/>
                <w:szCs w:val="20"/>
              </w:rPr>
            </w:pPr>
            <w:r w:rsidRPr="00A01925">
              <w:rPr>
                <w:rFonts w:ascii="Arial" w:hAnsi="Arial"/>
                <w:kern w:val="12"/>
                <w:sz w:val="20"/>
                <w:szCs w:val="20"/>
              </w:rPr>
              <w:t>The Vertebral artery is patent with antegrade blood flow detected.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DC01AB">
        <w:trPr>
          <w:trHeight w:hRule="exact" w:val="121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892FF1" w:rsidRDefault="00CE68E9" w:rsidP="009D4370">
            <w:pPr>
              <w:pStyle w:val="CUSTOMColumnText"/>
              <w:rPr>
                <w:b/>
                <w:sz w:val="20"/>
                <w:szCs w:val="20"/>
                <w:u w:val="single"/>
              </w:rPr>
            </w:pPr>
            <w:r w:rsidRPr="00892FF1">
              <w:rPr>
                <w:b/>
                <w:sz w:val="20"/>
                <w:szCs w:val="20"/>
                <w:u w:val="single"/>
              </w:rPr>
              <w:lastRenderedPageBreak/>
              <w:t xml:space="preserve"> </w:t>
            </w:r>
            <w:r w:rsidR="00892FF1" w:rsidRPr="00892FF1">
              <w:rPr>
                <w:b/>
                <w:sz w:val="20"/>
                <w:szCs w:val="20"/>
                <w:u w:val="single"/>
              </w:rPr>
              <w:t>CONCLUSION:</w:t>
            </w: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</w:p>
          <w:p w:rsidR="00892FF1" w:rsidRDefault="00892FF1" w:rsidP="009D4370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No evidence of significant extra-cranial carotid artery disease bilaterally. </w:t>
            </w:r>
          </w:p>
          <w:p w:rsidR="00892FF1" w:rsidRDefault="00892FF1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FB6C7C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8E9" w:rsidRDefault="00CE68E9" w:rsidP="005748E3">
      <w:pPr>
        <w:spacing w:after="0" w:line="240" w:lineRule="auto"/>
      </w:pPr>
      <w:r>
        <w:separator/>
      </w:r>
    </w:p>
  </w:endnote>
  <w:end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Footer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3120" behindDoc="0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-3642360</wp:posOffset>
              </wp:positionV>
              <wp:extent cx="348615" cy="153035"/>
              <wp:effectExtent l="10795" t="5715" r="12065" b="12700"/>
              <wp:wrapNone/>
              <wp:docPr id="20" name="Freeform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48615" cy="153035"/>
                      </a:xfrm>
                      <a:custGeom>
                        <a:avLst/>
                        <a:gdLst>
                          <a:gd name="T0" fmla="*/ 0 w 549"/>
                          <a:gd name="T1" fmla="*/ 241 h 241"/>
                          <a:gd name="T2" fmla="*/ 0 w 549"/>
                          <a:gd name="T3" fmla="*/ 31 h 241"/>
                          <a:gd name="T4" fmla="*/ 250 w 549"/>
                          <a:gd name="T5" fmla="*/ 106 h 241"/>
                          <a:gd name="T6" fmla="*/ 549 w 549"/>
                          <a:gd name="T7" fmla="*/ 14 h 241"/>
                          <a:gd name="T8" fmla="*/ 549 w 549"/>
                          <a:gd name="T9" fmla="*/ 241 h 241"/>
                          <a:gd name="T10" fmla="*/ 0 w 549"/>
                          <a:gd name="T11" fmla="*/ 241 h 241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  <a:cxn ang="0">
                            <a:pos x="T4" y="T5"/>
                          </a:cxn>
                          <a:cxn ang="0">
                            <a:pos x="T6" y="T7"/>
                          </a:cxn>
                          <a:cxn ang="0">
                            <a:pos x="T8" y="T9"/>
                          </a:cxn>
                          <a:cxn ang="0">
                            <a:pos x="T10" y="T11"/>
                          </a:cxn>
                        </a:cxnLst>
                        <a:rect l="0" t="0" r="r" b="b"/>
                        <a:pathLst>
                          <a:path w="549" h="241">
                            <a:moveTo>
                              <a:pt x="0" y="241"/>
                            </a:moveTo>
                            <a:lnTo>
                              <a:pt x="0" y="31"/>
                            </a:lnTo>
                            <a:cubicBezTo>
                              <a:pt x="42" y="8"/>
                              <a:pt x="159" y="109"/>
                              <a:pt x="250" y="106"/>
                            </a:cubicBezTo>
                            <a:cubicBezTo>
                              <a:pt x="341" y="103"/>
                              <a:pt x="487" y="0"/>
                              <a:pt x="549" y="14"/>
                            </a:cubicBezTo>
                            <a:lnTo>
                              <a:pt x="549" y="241"/>
                            </a:lnTo>
                            <a:lnTo>
                              <a:pt x="0" y="241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Freeform 82" o:spid="_x0000_s1026" style="position:absolute;margin-left:43.6pt;margin-top:-286.8pt;width:27.45pt;height:12.0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9,2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" path="m,241l,31c42,8,159,109,250,106,341,103,487,,549,14r,227l,241xe" fillcolor="black">
              <v:path arrowok="t" o:connecttype="custom" o:connectlocs="0,153035;0,19685;158750,67310;348615,8890;348615,153035;0,153035" o:connectangles="0,0,0,0,0,0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-3759200</wp:posOffset>
              </wp:positionV>
              <wp:extent cx="635" cy="323850"/>
              <wp:effectExtent l="10795" t="12065" r="8255" b="6350"/>
              <wp:wrapNone/>
              <wp:docPr id="19" name="AutoShap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7" o:spid="_x0000_s1026" type="#_x0000_t32" style="position:absolute;margin-left:291.8pt;margin-top:-296pt;width:.05pt;height:25.5pt;rotation:-90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3705860</wp:posOffset>
              </wp:positionH>
              <wp:positionV relativeFrom="paragraph">
                <wp:posOffset>-3808730</wp:posOffset>
              </wp:positionV>
              <wp:extent cx="635" cy="323850"/>
              <wp:effectExtent l="10795" t="10160" r="8255" b="8255"/>
              <wp:wrapNone/>
              <wp:docPr id="18" name="AutoShape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-5400000">
                        <a:off x="0" y="0"/>
                        <a:ext cx="635" cy="32385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B050"/>
                        </a:solidFill>
                        <a:prstDash val="dash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7" o:spid="_x0000_s1026" type="#_x0000_t32" style="position:absolute;margin-left:291.8pt;margin-top:-299.9pt;width:.05pt;height:25.5pt;rotation:-90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" strokecolor="#00b050" strokeweight="1pt">
              <v:stroke dashstyle="dash"/>
            </v:shape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4850130</wp:posOffset>
              </wp:positionH>
              <wp:positionV relativeFrom="paragraph">
                <wp:posOffset>-3656965</wp:posOffset>
              </wp:positionV>
              <wp:extent cx="250825" cy="116840"/>
              <wp:effectExtent l="11430" t="10160" r="13970" b="6350"/>
              <wp:wrapNone/>
              <wp:docPr id="17" name="AutoShape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250825" cy="116840"/>
                      </a:xfrm>
                      <a:prstGeom prst="curvedConnector3">
                        <a:avLst>
                          <a:gd name="adj1" fmla="val 49875"/>
                        </a:avLst>
                      </a:prstGeom>
                      <a:noFill/>
                      <a:ln w="12700">
                        <a:solidFill>
                          <a:srgbClr val="5F5F5F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8" coordsize="21600,21600" o:spt="38" o:oned="t" path="m,c@0,0@1,5400@1,10800@1,16200@2,21600,21600,21600e" filled="f">
              <v:formulas>
                <v:f eqn="mid #0 0"/>
                <v:f eqn="val #0"/>
                <v:f eqn="mid #0 2160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AutoShape 44" o:spid="_x0000_s1026" type="#_x0000_t38" style="position:absolute;margin-left:381.9pt;margin-top:-287.95pt;width:19.75pt;height:9.2pt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" adj="10773" strokecolor="#5f5f5f" strokeweight="1pt">
              <v:stroke dashstyle="1 1"/>
            </v:shape>
          </w:pict>
        </mc:Fallback>
      </mc:AlternateContent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4144" behindDoc="1" locked="0" layoutInCell="1" allowOverlap="1">
              <wp:simplePos x="0" y="0"/>
              <wp:positionH relativeFrom="column">
                <wp:posOffset>553720</wp:posOffset>
              </wp:positionH>
              <wp:positionV relativeFrom="paragraph">
                <wp:posOffset>-3723640</wp:posOffset>
              </wp:positionV>
              <wp:extent cx="5325745" cy="274955"/>
              <wp:effectExtent l="10795" t="10160" r="0" b="635"/>
              <wp:wrapNone/>
              <wp:docPr id="1" name="Group 7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325745" cy="274955"/>
                        <a:chOff x="1093" y="10240"/>
                        <a:chExt cx="8387" cy="433"/>
                      </a:xfrm>
                    </wpg:grpSpPr>
                    <wpg:grpSp>
                      <wpg:cNvPr id="5" name="Group 74"/>
                      <wpg:cNvGrpSpPr>
                        <a:grpSpLocks/>
                      </wpg:cNvGrpSpPr>
                      <wpg:grpSpPr bwMode="auto">
                        <a:xfrm>
                          <a:off x="1093" y="10240"/>
                          <a:ext cx="4480" cy="433"/>
                          <a:chOff x="1093" y="10240"/>
                          <a:chExt cx="4480" cy="433"/>
                        </a:xfrm>
                      </wpg:grpSpPr>
                      <wpg:grpSp>
                        <wpg:cNvPr id="6" name="Group 60"/>
                        <wpg:cNvGrpSpPr>
                          <a:grpSpLocks/>
                        </wpg:cNvGrpSpPr>
                        <wpg:grpSpPr bwMode="auto">
                          <a:xfrm>
                            <a:off x="1093" y="10240"/>
                            <a:ext cx="1671" cy="433"/>
                            <a:chOff x="1088" y="10239"/>
                            <a:chExt cx="1671" cy="433"/>
                          </a:xfrm>
                        </wpg:grpSpPr>
                        <wps:wsp>
                          <wps:cNvPr id="7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88" y="10239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Text Box 3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1" y="10303"/>
                              <a:ext cx="9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677DC" w:rsidRDefault="004677D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t xml:space="preserve">material </w:t>
                                </w:r>
                                <w:r w:rsidR="00244F78">
                                  <w:rPr>
                                    <w:sz w:val="12"/>
                                    <w:szCs w:val="12"/>
                                  </w:rPr>
                                  <w:br/>
                                  <w:t>= Plaque volume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64"/>
                        <wpg:cNvGrpSpPr>
                          <a:grpSpLocks/>
                        </wpg:cNvGrpSpPr>
                        <wpg:grpSpPr bwMode="auto">
                          <a:xfrm>
                            <a:off x="3002" y="10240"/>
                            <a:ext cx="2571" cy="433"/>
                            <a:chOff x="3002" y="10240"/>
                            <a:chExt cx="2571" cy="433"/>
                          </a:xfrm>
                        </wpg:grpSpPr>
                        <wps:wsp>
                          <wps:cNvPr id="10" name="Rectangle 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02" y="10240"/>
                              <a:ext cx="549" cy="369"/>
                            </a:xfrm>
                            <a:prstGeom prst="rect">
                              <a:avLst/>
                            </a:prstGeom>
                            <a:solidFill>
                              <a:srgbClr val="B2B2B2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Text Box 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75" y="10304"/>
                              <a:ext cx="1898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Medium grey fill throughout</w:t>
                                </w:r>
                              </w:p>
                              <w:p w:rsidR="00244F78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Not imaged/Acoustic shadowing</w:t>
                                </w:r>
                              </w:p>
                              <w:p w:rsidR="00244F78" w:rsidRPr="00734451" w:rsidRDefault="00244F78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2" name="Group 75"/>
                      <wpg:cNvGrpSpPr>
                        <a:grpSpLocks/>
                      </wpg:cNvGrpSpPr>
                      <wpg:grpSpPr bwMode="auto">
                        <a:xfrm>
                          <a:off x="5785" y="10240"/>
                          <a:ext cx="3695" cy="433"/>
                          <a:chOff x="5785" y="10240"/>
                          <a:chExt cx="3695" cy="433"/>
                        </a:xfrm>
                      </wpg:grpSpPr>
                      <wpg:grpSp>
                        <wpg:cNvPr id="13" name="Group 70"/>
                        <wpg:cNvGrpSpPr>
                          <a:grpSpLocks/>
                        </wpg:cNvGrpSpPr>
                        <wpg:grpSpPr bwMode="auto">
                          <a:xfrm>
                            <a:off x="5785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14" name="Rectangl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Dashed green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Stent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71"/>
                        <wpg:cNvGrpSpPr>
                          <a:grpSpLocks/>
                        </wpg:cNvGrpSpPr>
                        <wpg:grpSpPr bwMode="auto">
                          <a:xfrm>
                            <a:off x="7780" y="10240"/>
                            <a:ext cx="1700" cy="433"/>
                            <a:chOff x="5785" y="10240"/>
                            <a:chExt cx="1700" cy="433"/>
                          </a:xfrm>
                        </wpg:grpSpPr>
                        <wps:wsp>
                          <wps:cNvPr id="35" name="Rectangl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5785" y="10240"/>
                              <a:ext cx="549" cy="36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B2B2B2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58" y="10304"/>
                              <a:ext cx="1027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Dotted grey line</w:t>
                                </w:r>
                              </w:p>
                              <w:p w:rsidR="0027694C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>
                                  <w:rPr>
                                    <w:sz w:val="12"/>
                                    <w:szCs w:val="12"/>
                                  </w:rPr>
                                  <w:t>= Outline of patch</w:t>
                                </w:r>
                              </w:p>
                              <w:p w:rsidR="0027694C" w:rsidRPr="00734451" w:rsidRDefault="0027694C" w:rsidP="004677DC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76" o:spid="_x0000_s1030" style="position:absolute;margin-left:43.6pt;margin-top:-293.2pt;width:419.35pt;height:21.65pt;z-index:-251662336" coordorigin="1093,10240" coordsize="8387,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">
              <v:group id="Group 74" o:spid="_x0000_s1031" style="position:absolute;left:1093;top:10240;width:4480;height:433" coordorigin="1093,10240" coordsize="448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group id="Group 60" o:spid="_x0000_s1032" style="position:absolute;left:1093;top:10240;width:1671;height:433" coordorigin="1088,10239" coordsize="16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rect id="Rectangle 29" o:spid="_x0000_s1033" style="position:absolute;left:1088;top:10239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k8F8EA&#10;AADaAAAADwAAAGRycy9kb3ducmV2LnhtbESPUWvCMBSF3wf7D+EOfBmaakGlM4oMBJ+Ean/Apblr&#10;ypKb0kSb/ftFGOzxcM75Dmd3SM6KB42h96xguShAELde99wpaG6n+RZEiMgarWdS8EMBDvvXlx1W&#10;2k9c0+MaO5EhHCpUYGIcKilDa8hhWPiBOHtffnQYsxw7qUecMtxZuSqKtXTYc14wONCnofb7encK&#10;3oNNztRduao3qTneJ1uWF6vU7C0dP0BESvE//Nc+awUbeF7JN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ZPBfBAAAA2gAAAA8AAAAAAAAAAAAAAAAAmAIAAGRycy9kb3du&#10;cmV2LnhtbFBLBQYAAAAABAAEAPUAAACGAwAAAAA=&#10;" filled="f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0" o:spid="_x0000_s1034" type="#_x0000_t202" style="position:absolute;left:1761;top:10303;width:9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XwJsIA&#10;AADaAAAADwAAAGRycy9kb3ducmV2LnhtbERPS0/CQBC+k/gfNmPCTbZ4IKayEKOQeAB5qAncxu7Y&#10;NnZnm92hlH/PHkw4fvne03nvGtVRiLVnA+NRBoq48Lbm0sDX5/LhCVQUZIuNZzJwoQjz2d1girn1&#10;Z95Rt5dSpRCOORqoRNpc61hU5DCOfEucuF8fHEqCodQ24DmFu0Y/ZtlEO6w5NVTY0mtFxd/+5Aw0&#10;hxhWP5kcu7dyLduNPn0vxh/GDO/7l2dQQr3cxP/ud2sgbU1X0g3Qs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fAmwgAAANoAAAAPAAAAAAAAAAAAAAAAAJgCAABkcnMvZG93&#10;bnJldi54bWxQSwUGAAAAAAQABAD1AAAAhwMAAAAA&#10;" filled="f" stroked="f" strokeweight=".5pt">
                    <v:textbox inset="0,0,0,0">
                      <w:txbxContent>
                        <w:p w:rsidR="004677DC" w:rsidRDefault="004677D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t xml:space="preserve">material </w:t>
                          </w:r>
                          <w:r w:rsidR="00244F78">
                            <w:rPr>
                              <w:sz w:val="12"/>
                              <w:szCs w:val="12"/>
                            </w:rPr>
                            <w:br/>
                            <w:t>= Plaque volume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64" o:spid="_x0000_s1035" style="position:absolute;left:3002;top:10240;width:2571;height:433" coordorigin="3002,10240" coordsize="2571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rect id="Rectangle 62" o:spid="_x0000_s1036" style="position:absolute;left:3002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O/MUA&#10;AADbAAAADwAAAGRycy9kb3ducmV2LnhtbESPQWsCQQyF7wX/w5BCb3W2LYhsHUVEQUGxtYLXuBN3&#10;F3cy25lRt/315lDoLeG9vPdlNOlco64UYu3ZwEs/A0VceFtzaWD/tXgegooJ2WLjmQz8UITJuPcw&#10;wtz6G3/SdZdKJSEcczRQpdTmWseiIoex71ti0U4+OEyyhlLbgDcJd41+zbKBdlizNFTY0qyi4ry7&#10;OANhvj/MB/X27WP9nda/w649bnhlzNNjN30HlahL/+a/66UVfKGXX2QAP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5878xQAAANsAAAAPAAAAAAAAAAAAAAAAAJgCAABkcnMv&#10;ZG93bnJldi54bWxQSwUGAAAAAAQABAD1AAAAigMAAAAA&#10;" fillcolor="#b2b2b2" strokeweight=".5pt"/>
                  <v:shape id="Text Box 63" o:spid="_x0000_s1037" type="#_x0000_t202" style="position:absolute;left:3675;top:10304;width:1898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zy0cMA&#10;AADbAAAADwAAAGRycy9kb3ducmV2LnhtbERPTUvDQBC9C/6HZQre7CY9iKTdFrEt9KBWWwW9jdkx&#10;CWZnw+40Tf99tyB4m8f7nNlicK3qKcTGs4F8nIEiLr1tuDLwvl/f3oOKgmyx9UwGThRhMb++mmFh&#10;/ZHfqN9JpVIIxwIN1CJdoXUsa3IYx74jTtyPDw4lwVBpG/CYwl2rJ1l2px02nBpq7OixpvJ3d3AG&#10;2s8Ynr4z+eqX1bO8bvXhY5W/GHMzGh6moIQG+Rf/uTc2zc/h8ks6QM/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zy0cMAAADbAAAADwAAAAAAAAAAAAAAAACYAgAAZHJzL2Rv&#10;d25yZXYueG1sUEsFBgAAAAAEAAQA9QAAAIgDAAAAAA==&#10;" filled="f" stroked="f" strokeweight=".5pt">
                    <v:textbox inset="0,0,0,0">
                      <w:txbxContent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Medium grey fill throughout</w:t>
                          </w:r>
                        </w:p>
                        <w:p w:rsidR="00244F78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Not imaged/Acoustic shadowing</w:t>
                          </w:r>
                        </w:p>
                        <w:p w:rsidR="00244F78" w:rsidRPr="00734451" w:rsidRDefault="00244F78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  <v:group id="Group 75" o:spid="_x0000_s1038" style="position:absolute;left:5785;top:10240;width:3695;height:433" coordorigin="5785,10240" coordsize="3695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<v:group id="Group 70" o:spid="_x0000_s1039" style="position:absolute;left:5785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66" o:spid="_x0000_s1040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KJh8AA&#10;AADbAAAADwAAAGRycy9kb3ducmV2LnhtbERPS4vCMBC+L/gfwgje1lSRRapRRHbBg+D6ug/N2BST&#10;SW1i2/33m4UFb/PxPWe57p0VLTWh8qxgMs5AEBdeV1wquJy/3ucgQkTWaD2Tgh8KsF4N3paYa9/x&#10;kdpTLEUK4ZCjAhNjnUsZCkMOw9jXxIm7+cZhTLAppW6wS+HOymmWfUiHFacGgzVtDRX309MpKB/H&#10;/dXcZ5Pzods+nf08fDvbKjUa9psFiEh9fIn/3Tud5s/g75d0gF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rKJh8AAAADbAAAADwAAAAAAAAAAAAAAAACYAgAAZHJzL2Rvd25y&#10;ZXYueG1sUEsFBgAAAAAEAAQA9QAAAIUDAAAAAA==&#10;" filled="f" fillcolor="#b2b2b2" strokeweight=".5pt"/>
                  <v:shape id="Text Box 67" o:spid="_x0000_s1041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Dashed green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Stent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  <v:group id="Group 71" o:spid="_x0000_s1042" style="position:absolute;left:7780;top:10240;width:1700;height:433" coordorigin="5785,10240" coordsize="1700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<v:rect id="Rectangle 72" o:spid="_x0000_s1043" style="position:absolute;left:5785;top:10240;width:5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wfMQA&#10;AADbAAAADwAAAGRycy9kb3ducmV2LnhtbESPT2sCMRTE74V+h/AK3mpWa6VsjVLEggfB+qf3x+Z1&#10;s5i8bDdxd/32RhA8DjPzG2a26J0VLTWh8qxgNMxAEBdeV1wqOB6+Xz9AhIis0XomBRcKsJg/P80w&#10;177jHbX7WIoE4ZCjAhNjnUsZCkMOw9DXxMn7843DmGRTSt1gl+DOynGWTaXDitOCwZqWhorT/uwU&#10;lP+7za85TUaHbbc8O7va/jjbKjV46b8+QUTq4yN8b6+1grd3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LcHzEAAAA2wAAAA8AAAAAAAAAAAAAAAAAmAIAAGRycy9k&#10;b3ducmV2LnhtbFBLBQYAAAAABAAEAPUAAACJAwAAAAA=&#10;" filled="f" fillcolor="#b2b2b2" strokeweight=".5pt"/>
                  <v:shape id="Text Box 73" o:spid="_x0000_s1044" type="#_x0000_t202" style="position:absolute;left:6458;top:10304;width:102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2xcUA&#10;AADbAAAADwAAAGRycy9kb3ducmV2LnhtbESPX2vCQBDE3wv9DscKfasXK0hJPUVsCz70n9pCfVtz&#10;axKa2wt3a4zf3isU+jjMzG+Y6bx3jeooxNqzgdEwA0VceFtzaeBz+3x7DyoKssXGMxk4U4T57Ppq&#10;irn1J15Tt5FSJQjHHA1UIm2udSwqchiHviVO3sEHh5JkKLUNeEpw1+i7LJtohzWnhQpbWlZU/GyO&#10;zkDzHcPLPpNd91i+yse7Pn49jd6MuRn0iwdQQr38h//aK2tgPIHfL+kH6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bFxQAAANsAAAAPAAAAAAAAAAAAAAAAAJgCAABkcnMv&#10;ZG93bnJldi54bWxQSwUGAAAAAAQABAD1AAAAigMAAAAA&#10;" filled="f" stroked="f" strokeweight=".5pt">
                    <v:textbox inset="0,0,0,0">
                      <w:txbxContent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Dotted grey line</w:t>
                          </w:r>
                        </w:p>
                        <w:p w:rsidR="0027694C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>= Outline of patch</w:t>
                          </w:r>
                        </w:p>
                        <w:p w:rsidR="0027694C" w:rsidRPr="00734451" w:rsidRDefault="0027694C" w:rsidP="004677DC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5168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8E9" w:rsidRDefault="00CE68E9" w:rsidP="005748E3">
      <w:pPr>
        <w:spacing w:after="0" w:line="240" w:lineRule="auto"/>
      </w:pPr>
      <w:r>
        <w:separator/>
      </w:r>
    </w:p>
  </w:footnote>
  <w:footnote w:type="continuationSeparator" w:id="0">
    <w:p w:rsidR="00CE68E9" w:rsidRDefault="00CE68E9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E68E9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5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BqPrSq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5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7216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E68E9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2" name="Group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5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5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5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2096" behindDoc="0" locked="1" layoutInCell="1" allowOverlap="1">
          <wp:simplePos x="0" y="0"/>
          <wp:positionH relativeFrom="page">
            <wp:posOffset>638810</wp:posOffset>
          </wp:positionH>
          <wp:positionV relativeFrom="page">
            <wp:posOffset>3342640</wp:posOffset>
          </wp:positionV>
          <wp:extent cx="6184900" cy="2896870"/>
          <wp:effectExtent l="0" t="0" r="6350" b="0"/>
          <wp:wrapNone/>
          <wp:docPr id="23" name="Picture 23" descr="8B CAROTID ARTERY AND STENT revised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8B CAROTID ARTERY AND STENT revised"/>
                  <pic:cNvPicPr preferRelativeResize="0">
                    <a:picLocks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044" b="23550"/>
                  <a:stretch>
                    <a:fillRect/>
                  </a:stretch>
                </pic:blipFill>
                <pic:spPr bwMode="auto">
                  <a:xfrm>
                    <a:off x="0" y="0"/>
                    <a:ext cx="6184900" cy="2896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DHw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Q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A8gMfC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E9"/>
    <w:rsid w:val="00030ECC"/>
    <w:rsid w:val="00033B0B"/>
    <w:rsid w:val="00053552"/>
    <w:rsid w:val="0006170F"/>
    <w:rsid w:val="00075B57"/>
    <w:rsid w:val="00094718"/>
    <w:rsid w:val="00096BBB"/>
    <w:rsid w:val="000B1F8C"/>
    <w:rsid w:val="000C302A"/>
    <w:rsid w:val="000D03AD"/>
    <w:rsid w:val="0014708E"/>
    <w:rsid w:val="00156E8E"/>
    <w:rsid w:val="00170A95"/>
    <w:rsid w:val="00186F8F"/>
    <w:rsid w:val="001A7AF4"/>
    <w:rsid w:val="001C2A3A"/>
    <w:rsid w:val="001C3912"/>
    <w:rsid w:val="002026FB"/>
    <w:rsid w:val="00210977"/>
    <w:rsid w:val="00226007"/>
    <w:rsid w:val="00233A5B"/>
    <w:rsid w:val="00244F78"/>
    <w:rsid w:val="002739C8"/>
    <w:rsid w:val="0027694C"/>
    <w:rsid w:val="002867C0"/>
    <w:rsid w:val="002932DD"/>
    <w:rsid w:val="0029546E"/>
    <w:rsid w:val="002D613D"/>
    <w:rsid w:val="002D7122"/>
    <w:rsid w:val="002E04BC"/>
    <w:rsid w:val="002F5484"/>
    <w:rsid w:val="003133A2"/>
    <w:rsid w:val="00324212"/>
    <w:rsid w:val="00382C7D"/>
    <w:rsid w:val="003909B4"/>
    <w:rsid w:val="003A6622"/>
    <w:rsid w:val="00424B6F"/>
    <w:rsid w:val="004677DC"/>
    <w:rsid w:val="00477D62"/>
    <w:rsid w:val="00485A5D"/>
    <w:rsid w:val="004C122B"/>
    <w:rsid w:val="004E3E95"/>
    <w:rsid w:val="00525F48"/>
    <w:rsid w:val="00537C7A"/>
    <w:rsid w:val="00543410"/>
    <w:rsid w:val="00543DEF"/>
    <w:rsid w:val="005606F1"/>
    <w:rsid w:val="005630D9"/>
    <w:rsid w:val="005748E3"/>
    <w:rsid w:val="005754C9"/>
    <w:rsid w:val="00587057"/>
    <w:rsid w:val="005947E5"/>
    <w:rsid w:val="00596D0F"/>
    <w:rsid w:val="00596EC0"/>
    <w:rsid w:val="005C197D"/>
    <w:rsid w:val="005D4909"/>
    <w:rsid w:val="005E448D"/>
    <w:rsid w:val="005E594C"/>
    <w:rsid w:val="00624106"/>
    <w:rsid w:val="00632733"/>
    <w:rsid w:val="00643378"/>
    <w:rsid w:val="00644C5F"/>
    <w:rsid w:val="0067732A"/>
    <w:rsid w:val="00696B5A"/>
    <w:rsid w:val="006F0FED"/>
    <w:rsid w:val="007102C1"/>
    <w:rsid w:val="00804042"/>
    <w:rsid w:val="00813362"/>
    <w:rsid w:val="008262F7"/>
    <w:rsid w:val="008708EE"/>
    <w:rsid w:val="00880184"/>
    <w:rsid w:val="0088193C"/>
    <w:rsid w:val="00892FF1"/>
    <w:rsid w:val="00893153"/>
    <w:rsid w:val="008B3BF4"/>
    <w:rsid w:val="008C4F7F"/>
    <w:rsid w:val="00924EB0"/>
    <w:rsid w:val="009350DF"/>
    <w:rsid w:val="00942505"/>
    <w:rsid w:val="00943CA7"/>
    <w:rsid w:val="00945DD7"/>
    <w:rsid w:val="009540D3"/>
    <w:rsid w:val="00961297"/>
    <w:rsid w:val="009A0ECB"/>
    <w:rsid w:val="009A3EEC"/>
    <w:rsid w:val="009C12E1"/>
    <w:rsid w:val="009D4370"/>
    <w:rsid w:val="009E0202"/>
    <w:rsid w:val="009F19EF"/>
    <w:rsid w:val="009F70D4"/>
    <w:rsid w:val="00A04256"/>
    <w:rsid w:val="00A43026"/>
    <w:rsid w:val="00A46516"/>
    <w:rsid w:val="00A62728"/>
    <w:rsid w:val="00A90F95"/>
    <w:rsid w:val="00AA2AD4"/>
    <w:rsid w:val="00AB7058"/>
    <w:rsid w:val="00B35F22"/>
    <w:rsid w:val="00B415C1"/>
    <w:rsid w:val="00B734E8"/>
    <w:rsid w:val="00B87660"/>
    <w:rsid w:val="00C157F3"/>
    <w:rsid w:val="00C64AE2"/>
    <w:rsid w:val="00C94E7E"/>
    <w:rsid w:val="00CB3119"/>
    <w:rsid w:val="00CC6795"/>
    <w:rsid w:val="00CE6813"/>
    <w:rsid w:val="00CE68E9"/>
    <w:rsid w:val="00D065FF"/>
    <w:rsid w:val="00D35CC3"/>
    <w:rsid w:val="00D94904"/>
    <w:rsid w:val="00DC01AB"/>
    <w:rsid w:val="00DC5770"/>
    <w:rsid w:val="00DD0B20"/>
    <w:rsid w:val="00E32912"/>
    <w:rsid w:val="00E339E8"/>
    <w:rsid w:val="00E4100D"/>
    <w:rsid w:val="00E463E3"/>
    <w:rsid w:val="00ED45C7"/>
    <w:rsid w:val="00EE5554"/>
    <w:rsid w:val="00F028B5"/>
    <w:rsid w:val="00F02F77"/>
    <w:rsid w:val="00F071E8"/>
    <w:rsid w:val="00F16C76"/>
    <w:rsid w:val="00F26EC5"/>
    <w:rsid w:val="00F304AB"/>
    <w:rsid w:val="00F3457B"/>
    <w:rsid w:val="00F3756B"/>
    <w:rsid w:val="00F97841"/>
    <w:rsid w:val="00FB6C7C"/>
    <w:rsid w:val="00FB73E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8E9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C157F3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6.png"/><Relationship Id="rId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Carotid%20and%20Vertebral%20Arte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and Vertebral Artery</Template>
  <TotalTime>0</TotalTime>
  <Pages>2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2019-01-18T11:11:00Z</cp:lastPrinted>
  <dcterms:created xsi:type="dcterms:W3CDTF">2019-08-22T12:22:00Z</dcterms:created>
  <dcterms:modified xsi:type="dcterms:W3CDTF">2019-10-15T13:40:00Z</dcterms:modified>
</cp:coreProperties>
</file>